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8E830" w14:textId="77777777" w:rsidR="004E5DF9" w:rsidRPr="00FD5A89" w:rsidRDefault="00CF721D" w:rsidP="00CF721D">
      <w:pPr>
        <w:jc w:val="center"/>
        <w:rPr>
          <w:rFonts w:ascii="Times New Roman" w:hAnsi="Times New Roman" w:cs="Times New Roman"/>
          <w:sz w:val="40"/>
          <w:szCs w:val="40"/>
        </w:rPr>
      </w:pPr>
      <w:r w:rsidRPr="00FD5A89"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 wp14:anchorId="349B3BDC" wp14:editId="42542B55">
            <wp:extent cx="967740" cy="1084580"/>
            <wp:effectExtent l="19050" t="0" r="381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047F7" w14:textId="77777777" w:rsidR="00A97990" w:rsidRPr="00FD5A89" w:rsidRDefault="00CF721D" w:rsidP="00CF721D">
      <w:pPr>
        <w:pBdr>
          <w:bottom w:val="single" w:sz="12" w:space="1" w:color="auto"/>
        </w:pBdr>
        <w:tabs>
          <w:tab w:val="left" w:pos="1985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D5A89">
        <w:rPr>
          <w:rFonts w:ascii="Times New Roman" w:hAnsi="Times New Roman" w:cs="Times New Roman"/>
          <w:b/>
          <w:sz w:val="40"/>
          <w:szCs w:val="40"/>
        </w:rPr>
        <w:t>MUHU VALLAVALITSUS</w:t>
      </w:r>
    </w:p>
    <w:p w14:paraId="05858FFF" w14:textId="77777777" w:rsidR="00D8551F" w:rsidRDefault="00D8551F" w:rsidP="00D8551F">
      <w:pPr>
        <w:tabs>
          <w:tab w:val="left" w:pos="5730"/>
        </w:tabs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F1E521" w14:textId="62C9AC2D" w:rsidR="00770023" w:rsidRPr="00770023" w:rsidRDefault="00BF5946" w:rsidP="00D8551F">
      <w:pPr>
        <w:tabs>
          <w:tab w:val="left" w:pos="5730"/>
        </w:tabs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Transpordiamet</w:t>
      </w:r>
    </w:p>
    <w:p w14:paraId="2DF0055F" w14:textId="19CAF58E" w:rsidR="0035284E" w:rsidRPr="003148AF" w:rsidRDefault="00BF5946" w:rsidP="00D8551F">
      <w:pPr>
        <w:tabs>
          <w:tab w:val="left" w:pos="5730"/>
        </w:tabs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hyperlink r:id="rId9" w:history="1">
        <w:r w:rsidRPr="00A502DB">
          <w:rPr>
            <w:rStyle w:val="Hyperlink"/>
            <w:rFonts w:ascii="Times New Roman" w:hAnsi="Times New Roman"/>
            <w:b/>
            <w:sz w:val="24"/>
            <w:szCs w:val="24"/>
          </w:rPr>
          <w:t>info@transpordiamet.ee</w:t>
        </w:r>
      </w:hyperlink>
      <w:r w:rsidR="005E4EA9">
        <w:rPr>
          <w:rFonts w:ascii="Times New Roman" w:hAnsi="Times New Roman"/>
          <w:b/>
          <w:sz w:val="24"/>
          <w:szCs w:val="24"/>
        </w:rPr>
        <w:t xml:space="preserve"> </w:t>
      </w:r>
      <w:r w:rsidR="005E4EA9">
        <w:rPr>
          <w:rFonts w:ascii="Times New Roman" w:hAnsi="Times New Roman"/>
          <w:b/>
          <w:sz w:val="24"/>
          <w:szCs w:val="24"/>
        </w:rPr>
        <w:tab/>
      </w:r>
      <w:r w:rsidR="00EB6134" w:rsidRPr="003148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95101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C80A4F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F656F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C80A4F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="00F656FF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951012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EB6134" w:rsidRPr="003148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nr </w:t>
      </w:r>
      <w:r w:rsidR="00BB061B" w:rsidRPr="00BB061B">
        <w:rPr>
          <w:rFonts w:ascii="Times New Roman" w:eastAsia="Times New Roman" w:hAnsi="Times New Roman" w:cs="Times New Roman"/>
          <w:sz w:val="24"/>
          <w:szCs w:val="24"/>
          <w:lang w:eastAsia="ar-SA"/>
        </w:rPr>
        <w:t>7-6/</w:t>
      </w:r>
      <w:r w:rsidR="00657FB8">
        <w:rPr>
          <w:rFonts w:ascii="Times New Roman" w:eastAsia="Times New Roman" w:hAnsi="Times New Roman" w:cs="Times New Roman"/>
          <w:sz w:val="24"/>
          <w:szCs w:val="24"/>
          <w:lang w:eastAsia="ar-SA"/>
        </w:rPr>
        <w:t>112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</w:p>
    <w:p w14:paraId="6C0AD404" w14:textId="58128B9A" w:rsidR="00770023" w:rsidRPr="003148AF" w:rsidRDefault="00770023" w:rsidP="00D8551F">
      <w:pPr>
        <w:tabs>
          <w:tab w:val="left" w:pos="5730"/>
        </w:tabs>
        <w:suppressAutoHyphens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14:paraId="76749ABB" w14:textId="77777777" w:rsidR="00770023" w:rsidRPr="003148AF" w:rsidRDefault="00770023" w:rsidP="00D8551F">
      <w:pPr>
        <w:tabs>
          <w:tab w:val="left" w:pos="5730"/>
        </w:tabs>
        <w:suppressAutoHyphens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14:paraId="7260ECBE" w14:textId="77777777" w:rsidR="00770023" w:rsidRDefault="00770023" w:rsidP="00D8551F">
      <w:pPr>
        <w:tabs>
          <w:tab w:val="left" w:pos="5730"/>
        </w:tabs>
        <w:suppressAutoHyphens/>
        <w:spacing w:after="0" w:line="240" w:lineRule="auto"/>
        <w:ind w:left="-142"/>
      </w:pPr>
    </w:p>
    <w:p w14:paraId="0B673C1F" w14:textId="77777777" w:rsidR="00770023" w:rsidRDefault="00770023" w:rsidP="00D8551F">
      <w:pPr>
        <w:tabs>
          <w:tab w:val="left" w:pos="5730"/>
        </w:tabs>
        <w:suppressAutoHyphens/>
        <w:spacing w:after="0" w:line="240" w:lineRule="auto"/>
        <w:ind w:left="-142"/>
      </w:pPr>
    </w:p>
    <w:p w14:paraId="127A37EC" w14:textId="77777777" w:rsidR="00EB6134" w:rsidRDefault="00770023" w:rsidP="00D8551F">
      <w:pPr>
        <w:tabs>
          <w:tab w:val="left" w:pos="5730"/>
        </w:tabs>
        <w:suppressAutoHyphens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 w:rsidRPr="00770023">
        <w:rPr>
          <w:rFonts w:ascii="Times New Roman" w:hAnsi="Times New Roman" w:cs="Times New Roman"/>
          <w:b/>
          <w:sz w:val="24"/>
          <w:szCs w:val="24"/>
        </w:rPr>
        <w:t xml:space="preserve">Seisukoha küsimine </w:t>
      </w:r>
      <w:r w:rsidR="003B1C50">
        <w:rPr>
          <w:rFonts w:ascii="Times New Roman" w:hAnsi="Times New Roman" w:cs="Times New Roman"/>
          <w:b/>
          <w:sz w:val="24"/>
          <w:szCs w:val="24"/>
        </w:rPr>
        <w:t>k</w:t>
      </w:r>
      <w:r w:rsidRPr="00770023">
        <w:rPr>
          <w:rFonts w:ascii="Times New Roman" w:hAnsi="Times New Roman" w:cs="Times New Roman"/>
          <w:b/>
          <w:sz w:val="24"/>
          <w:szCs w:val="24"/>
        </w:rPr>
        <w:t xml:space="preserve">eskkonnamõju </w:t>
      </w:r>
      <w:r w:rsidR="00EB6134">
        <w:rPr>
          <w:rFonts w:ascii="Times New Roman" w:hAnsi="Times New Roman" w:cs="Times New Roman"/>
          <w:b/>
          <w:sz w:val="24"/>
          <w:szCs w:val="24"/>
        </w:rPr>
        <w:t xml:space="preserve">strateegilise </w:t>
      </w:r>
      <w:r w:rsidRPr="00770023">
        <w:rPr>
          <w:rFonts w:ascii="Times New Roman" w:hAnsi="Times New Roman" w:cs="Times New Roman"/>
          <w:b/>
          <w:sz w:val="24"/>
          <w:szCs w:val="24"/>
        </w:rPr>
        <w:t xml:space="preserve">hindamise </w:t>
      </w:r>
    </w:p>
    <w:p w14:paraId="75C01739" w14:textId="4D54141B" w:rsidR="00770023" w:rsidRPr="00770023" w:rsidRDefault="00EB6134" w:rsidP="00D8551F">
      <w:pPr>
        <w:tabs>
          <w:tab w:val="left" w:pos="5730"/>
        </w:tabs>
        <w:suppressAutoHyphens/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algatamise </w:t>
      </w:r>
      <w:r w:rsidR="00770023" w:rsidRPr="00770023">
        <w:rPr>
          <w:rFonts w:ascii="Times New Roman" w:hAnsi="Times New Roman" w:cs="Times New Roman"/>
          <w:b/>
          <w:sz w:val="24"/>
          <w:szCs w:val="24"/>
        </w:rPr>
        <w:t>vajalikkuse</w:t>
      </w:r>
      <w:r w:rsidR="000D10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70023" w:rsidRPr="00770023">
        <w:rPr>
          <w:rFonts w:ascii="Times New Roman" w:hAnsi="Times New Roman" w:cs="Times New Roman"/>
          <w:b/>
          <w:sz w:val="24"/>
          <w:szCs w:val="24"/>
        </w:rPr>
        <w:t>kohta</w:t>
      </w:r>
    </w:p>
    <w:p w14:paraId="6547D247" w14:textId="77777777" w:rsidR="00770023" w:rsidRDefault="00770023" w:rsidP="00D8551F">
      <w:pPr>
        <w:tabs>
          <w:tab w:val="left" w:pos="5730"/>
        </w:tabs>
        <w:suppressAutoHyphens/>
        <w:spacing w:after="0" w:line="240" w:lineRule="auto"/>
        <w:ind w:left="-142"/>
      </w:pPr>
    </w:p>
    <w:p w14:paraId="392B3730" w14:textId="77777777" w:rsidR="00C80A4F" w:rsidRDefault="0048373F" w:rsidP="00414000">
      <w:pPr>
        <w:tabs>
          <w:tab w:val="left" w:pos="5730"/>
        </w:tabs>
        <w:suppressAutoHyphens/>
        <w:spacing w:after="18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48373F">
        <w:rPr>
          <w:rFonts w:ascii="Times New Roman" w:hAnsi="Times New Roman" w:cs="Times New Roman"/>
          <w:sz w:val="24"/>
          <w:szCs w:val="24"/>
        </w:rPr>
        <w:t>Muhu Vallav</w:t>
      </w:r>
      <w:r w:rsidR="00C80A4F">
        <w:rPr>
          <w:rFonts w:ascii="Times New Roman" w:hAnsi="Times New Roman" w:cs="Times New Roman"/>
          <w:sz w:val="24"/>
          <w:szCs w:val="24"/>
        </w:rPr>
        <w:t xml:space="preserve">olikogu soovib algatada </w:t>
      </w:r>
      <w:r w:rsidR="00C80A4F" w:rsidRPr="00C80A4F">
        <w:rPr>
          <w:rFonts w:ascii="Times New Roman" w:hAnsi="Times New Roman" w:cs="Times New Roman"/>
          <w:sz w:val="24"/>
          <w:szCs w:val="24"/>
        </w:rPr>
        <w:t>Muhu valla üldplaneeringu Suure väina püsiühenduse trassikoridoride teemaplaneeringu koostami</w:t>
      </w:r>
      <w:r w:rsidR="00C80A4F">
        <w:rPr>
          <w:rFonts w:ascii="Times New Roman" w:hAnsi="Times New Roman" w:cs="Times New Roman"/>
          <w:sz w:val="24"/>
          <w:szCs w:val="24"/>
        </w:rPr>
        <w:t>st</w:t>
      </w:r>
      <w:r w:rsidRPr="0048373F">
        <w:rPr>
          <w:rFonts w:ascii="Times New Roman" w:hAnsi="Times New Roman" w:cs="Times New Roman"/>
          <w:sz w:val="24"/>
          <w:szCs w:val="24"/>
        </w:rPr>
        <w:t>.</w:t>
      </w:r>
    </w:p>
    <w:p w14:paraId="514BBB61" w14:textId="7D4981C4" w:rsidR="0048373F" w:rsidRDefault="00C80A4F" w:rsidP="00414000">
      <w:pPr>
        <w:tabs>
          <w:tab w:val="left" w:pos="5730"/>
        </w:tabs>
        <w:suppressAutoHyphens/>
        <w:spacing w:after="18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C80A4F">
        <w:rPr>
          <w:rFonts w:ascii="Times New Roman" w:hAnsi="Times New Roman" w:cs="Times New Roman"/>
          <w:sz w:val="24"/>
          <w:szCs w:val="24"/>
        </w:rPr>
        <w:t>Teemaplaneeringu algatamise eesmärgiks on Muhu valla üldplaneeringus käsitletud transpordivõrgustiku muutmine püsiühenduse tarbeks reserveeritud trassikoridoride osas ning ettepaneku tegemine Saare maakonnaplaneeringu muutmiseks antud küsimuses.</w:t>
      </w:r>
    </w:p>
    <w:p w14:paraId="2457C17F" w14:textId="43AE27D6" w:rsidR="00C80A4F" w:rsidRDefault="00C80A4F" w:rsidP="00414000">
      <w:pPr>
        <w:tabs>
          <w:tab w:val="left" w:pos="5730"/>
        </w:tabs>
        <w:suppressAutoHyphens/>
        <w:spacing w:after="18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Planeerimisseaduse</w:t>
      </w:r>
      <w:r w:rsidRPr="00C80A4F">
        <w:rPr>
          <w:rFonts w:ascii="Times New Roman" w:hAnsi="Times New Roman" w:cs="Times New Roman"/>
          <w:sz w:val="24"/>
          <w:szCs w:val="24"/>
        </w:rPr>
        <w:t xml:space="preserve"> § 74 lõike 4 kohaselt tuleb üldplaneeringu teemaplaneeringu koostamisel anda eelhinnang ja kaaluda keskkonnamõju strateegilist hindamist. Tulenevalt eelnevast on Muhu Vallavalitsus koostanud </w:t>
      </w:r>
      <w:r>
        <w:rPr>
          <w:rFonts w:ascii="Times New Roman" w:hAnsi="Times New Roman" w:cs="Times New Roman"/>
          <w:sz w:val="24"/>
          <w:szCs w:val="24"/>
        </w:rPr>
        <w:t xml:space="preserve">üldplaneeringu teemaplaneeringu </w:t>
      </w:r>
      <w:r w:rsidRPr="00C80A4F">
        <w:rPr>
          <w:rFonts w:ascii="Times New Roman" w:hAnsi="Times New Roman" w:cs="Times New Roman"/>
          <w:sz w:val="24"/>
          <w:szCs w:val="24"/>
        </w:rPr>
        <w:t>keskkonnamõjude eelhinnangu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5ACF47" w14:textId="2875F2AB" w:rsidR="006F3934" w:rsidRDefault="00770023" w:rsidP="00414000">
      <w:pPr>
        <w:tabs>
          <w:tab w:val="left" w:pos="5730"/>
        </w:tabs>
        <w:suppressAutoHyphens/>
        <w:spacing w:after="18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770023">
        <w:rPr>
          <w:rFonts w:ascii="Times New Roman" w:hAnsi="Times New Roman" w:cs="Times New Roman"/>
          <w:sz w:val="24"/>
          <w:szCs w:val="24"/>
        </w:rPr>
        <w:t>Lähtudes Keskkonnamõju hindamise ja k</w:t>
      </w:r>
      <w:r>
        <w:rPr>
          <w:rFonts w:ascii="Times New Roman" w:hAnsi="Times New Roman" w:cs="Times New Roman"/>
          <w:sz w:val="24"/>
          <w:szCs w:val="24"/>
        </w:rPr>
        <w:t xml:space="preserve">eskkonnajuhtimissüsteemi seaduse </w:t>
      </w:r>
      <w:r w:rsidRPr="00770023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1C50">
        <w:rPr>
          <w:rFonts w:ascii="Times New Roman" w:hAnsi="Times New Roman" w:cs="Times New Roman"/>
          <w:sz w:val="24"/>
          <w:szCs w:val="24"/>
        </w:rPr>
        <w:t>33</w:t>
      </w:r>
      <w:r>
        <w:rPr>
          <w:rFonts w:ascii="Times New Roman" w:hAnsi="Times New Roman" w:cs="Times New Roman"/>
          <w:sz w:val="24"/>
          <w:szCs w:val="24"/>
        </w:rPr>
        <w:t xml:space="preserve"> lõikest </w:t>
      </w:r>
      <w:r w:rsidR="003B1C50">
        <w:rPr>
          <w:rFonts w:ascii="Times New Roman" w:hAnsi="Times New Roman" w:cs="Times New Roman"/>
          <w:sz w:val="24"/>
          <w:szCs w:val="24"/>
        </w:rPr>
        <w:t>6</w:t>
      </w:r>
      <w:r w:rsidR="006F3934">
        <w:rPr>
          <w:rFonts w:ascii="Times New Roman" w:hAnsi="Times New Roman" w:cs="Times New Roman"/>
          <w:sz w:val="24"/>
          <w:szCs w:val="24"/>
        </w:rPr>
        <w:t xml:space="preserve"> esitame </w:t>
      </w:r>
      <w:r w:rsidR="003B1C50">
        <w:rPr>
          <w:rFonts w:ascii="Times New Roman" w:hAnsi="Times New Roman" w:cs="Times New Roman"/>
          <w:sz w:val="24"/>
          <w:szCs w:val="24"/>
        </w:rPr>
        <w:t>T</w:t>
      </w:r>
      <w:r w:rsidR="006F3934">
        <w:rPr>
          <w:rFonts w:ascii="Times New Roman" w:hAnsi="Times New Roman" w:cs="Times New Roman"/>
          <w:sz w:val="24"/>
          <w:szCs w:val="24"/>
        </w:rPr>
        <w:t>eile seisukoha andmiseks</w:t>
      </w:r>
      <w:r w:rsidR="005A6DE9">
        <w:rPr>
          <w:rFonts w:ascii="Times New Roman" w:hAnsi="Times New Roman" w:cs="Times New Roman"/>
          <w:sz w:val="24"/>
          <w:szCs w:val="24"/>
        </w:rPr>
        <w:t xml:space="preserve"> </w:t>
      </w:r>
      <w:r w:rsidR="00C80A4F" w:rsidRPr="00C80A4F">
        <w:rPr>
          <w:rFonts w:ascii="Times New Roman" w:hAnsi="Times New Roman" w:cs="Times New Roman"/>
          <w:sz w:val="24"/>
          <w:szCs w:val="24"/>
        </w:rPr>
        <w:t>Muhu valla üldplaneeringu Suure väina püsiühenduse trassikoridoride teemaplaneering</w:t>
      </w:r>
      <w:r w:rsidR="006F3934">
        <w:rPr>
          <w:rFonts w:ascii="Times New Roman" w:hAnsi="Times New Roman" w:cs="Times New Roman"/>
          <w:sz w:val="24"/>
          <w:szCs w:val="24"/>
        </w:rPr>
        <w:t xml:space="preserve"> algatamise ja keskkonnamõjude strateegilise hindamise algatamata jätmise </w:t>
      </w:r>
      <w:r w:rsidR="002E6756">
        <w:rPr>
          <w:rFonts w:ascii="Times New Roman" w:hAnsi="Times New Roman" w:cs="Times New Roman"/>
          <w:sz w:val="24"/>
          <w:szCs w:val="24"/>
        </w:rPr>
        <w:t xml:space="preserve">otsuse </w:t>
      </w:r>
      <w:r w:rsidR="006F3934">
        <w:rPr>
          <w:rFonts w:ascii="Times New Roman" w:hAnsi="Times New Roman" w:cs="Times New Roman"/>
          <w:sz w:val="24"/>
          <w:szCs w:val="24"/>
        </w:rPr>
        <w:t>eelnõu</w:t>
      </w:r>
      <w:r w:rsidR="0048373F">
        <w:rPr>
          <w:rFonts w:ascii="Times New Roman" w:hAnsi="Times New Roman" w:cs="Times New Roman"/>
          <w:sz w:val="24"/>
          <w:szCs w:val="24"/>
        </w:rPr>
        <w:t xml:space="preserve"> koos Muhu Vallavalitsuse poolt koostatud eelhinnanguga</w:t>
      </w:r>
      <w:r w:rsidR="006F393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6A15EA" w14:textId="77777777" w:rsidR="006F3934" w:rsidRDefault="006F3934" w:rsidP="006F3934">
      <w:pPr>
        <w:tabs>
          <w:tab w:val="left" w:pos="5730"/>
        </w:tabs>
        <w:suppressAutoHyphens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14:paraId="01D7A673" w14:textId="77777777" w:rsidR="006F3934" w:rsidRDefault="006F3934" w:rsidP="006F3934">
      <w:pPr>
        <w:tabs>
          <w:tab w:val="left" w:pos="5730"/>
        </w:tabs>
        <w:suppressAutoHyphens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Lugupidamisega </w:t>
      </w:r>
    </w:p>
    <w:p w14:paraId="491947BE" w14:textId="77777777" w:rsidR="006F3934" w:rsidRDefault="006F3934" w:rsidP="006F3934">
      <w:pPr>
        <w:tabs>
          <w:tab w:val="left" w:pos="5730"/>
        </w:tabs>
        <w:suppressAutoHyphens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14:paraId="69E2262E" w14:textId="77777777" w:rsidR="00EB6134" w:rsidRPr="00EB6134" w:rsidRDefault="00EB6134" w:rsidP="006F3934">
      <w:pPr>
        <w:tabs>
          <w:tab w:val="left" w:pos="5730"/>
        </w:tabs>
        <w:suppressAutoHyphens/>
        <w:spacing w:after="0" w:line="240" w:lineRule="auto"/>
        <w:ind w:left="-142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EB6134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/allkirjastatud digitaalselt/</w:t>
      </w:r>
    </w:p>
    <w:p w14:paraId="23DFA19B" w14:textId="77777777" w:rsidR="00EB6134" w:rsidRDefault="00EB6134" w:rsidP="006F3934">
      <w:pPr>
        <w:tabs>
          <w:tab w:val="left" w:pos="5730"/>
        </w:tabs>
        <w:suppressAutoHyphens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</w:p>
    <w:p w14:paraId="55478A8E" w14:textId="0853F28B" w:rsidR="006F3934" w:rsidRPr="006F3934" w:rsidRDefault="00ED64C0" w:rsidP="006F3934">
      <w:pPr>
        <w:tabs>
          <w:tab w:val="left" w:pos="5730"/>
        </w:tabs>
        <w:suppressAutoHyphens/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Pille</w:t>
      </w:r>
      <w:r w:rsidR="006F3934">
        <w:rPr>
          <w:rFonts w:ascii="Times New Roman" w:hAnsi="Times New Roman" w:cs="Times New Roman"/>
          <w:sz w:val="24"/>
          <w:szCs w:val="24"/>
        </w:rPr>
        <w:t xml:space="preserve"> Tamm</w:t>
      </w:r>
      <w:r w:rsidR="006F3934">
        <w:rPr>
          <w:rFonts w:ascii="Times New Roman" w:hAnsi="Times New Roman" w:cs="Times New Roman"/>
          <w:sz w:val="24"/>
          <w:szCs w:val="24"/>
        </w:rPr>
        <w:br/>
        <w:t>maa- ja planeeringu</w:t>
      </w:r>
      <w:r w:rsidR="00C80A4F">
        <w:rPr>
          <w:rFonts w:ascii="Times New Roman" w:hAnsi="Times New Roman" w:cs="Times New Roman"/>
          <w:sz w:val="24"/>
          <w:szCs w:val="24"/>
        </w:rPr>
        <w:t>spetsialist</w:t>
      </w:r>
    </w:p>
    <w:sectPr w:rsidR="006F3934" w:rsidRPr="006F3934" w:rsidSect="00CF721D">
      <w:footerReference w:type="default" r:id="rId10"/>
      <w:pgSz w:w="11906" w:h="16838"/>
      <w:pgMar w:top="680" w:right="851" w:bottom="68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3A39" w14:textId="77777777" w:rsidR="0064275B" w:rsidRDefault="0064275B" w:rsidP="006205AA">
      <w:pPr>
        <w:spacing w:after="0" w:line="240" w:lineRule="auto"/>
      </w:pPr>
      <w:r>
        <w:separator/>
      </w:r>
    </w:p>
  </w:endnote>
  <w:endnote w:type="continuationSeparator" w:id="0">
    <w:p w14:paraId="26CA2C16" w14:textId="77777777" w:rsidR="0064275B" w:rsidRDefault="0064275B" w:rsidP="0062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84BEC" w14:textId="19AECB46" w:rsidR="00F656FF" w:rsidRPr="00A5621E" w:rsidRDefault="00C80A4F">
    <w:pPr>
      <w:pStyle w:val="Foo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Keskuse </w:t>
    </w:r>
    <w:r w:rsidR="00F656FF" w:rsidRPr="00A5621E">
      <w:rPr>
        <w:rFonts w:ascii="Times New Roman" w:hAnsi="Times New Roman" w:cs="Times New Roman"/>
      </w:rPr>
      <w:t>Liiva küla Muhu vald</w:t>
    </w:r>
    <w:r w:rsidR="00F656FF" w:rsidRPr="00A5621E">
      <w:rPr>
        <w:rFonts w:ascii="Times New Roman" w:hAnsi="Times New Roman" w:cs="Times New Roman"/>
      </w:rPr>
      <w:tab/>
      <w:t xml:space="preserve">Tel: 454 </w:t>
    </w:r>
    <w:r>
      <w:rPr>
        <w:rFonts w:ascii="Times New Roman" w:hAnsi="Times New Roman" w:cs="Times New Roman"/>
      </w:rPr>
      <w:t>30672</w:t>
    </w:r>
    <w:r w:rsidR="00F656FF" w:rsidRPr="00A5621E">
      <w:rPr>
        <w:rFonts w:ascii="Times New Roman" w:hAnsi="Times New Roman" w:cs="Times New Roman"/>
      </w:rPr>
      <w:tab/>
      <w:t>e.post: vald@muhu.ee</w:t>
    </w:r>
    <w:r w:rsidR="00F656FF" w:rsidRPr="00A5621E">
      <w:rPr>
        <w:rFonts w:ascii="Times New Roman" w:hAnsi="Times New Roman" w:cs="Times New Roman"/>
      </w:rPr>
      <w:br/>
      <w:t>94701 SAARE MAAKOND</w:t>
    </w:r>
    <w:r w:rsidR="00F656FF" w:rsidRPr="00A5621E">
      <w:rPr>
        <w:rFonts w:ascii="Times New Roman" w:hAnsi="Times New Roman" w:cs="Times New Roman"/>
      </w:rPr>
      <w:tab/>
    </w:r>
    <w:r w:rsidR="00F656FF" w:rsidRPr="00A5621E">
      <w:rPr>
        <w:rFonts w:ascii="Times New Roman" w:hAnsi="Times New Roman" w:cs="Times New Roman"/>
      </w:rPr>
      <w:tab/>
    </w:r>
    <w:hyperlink r:id="rId1" w:history="1">
      <w:r w:rsidR="00F656FF" w:rsidRPr="00A5621E">
        <w:rPr>
          <w:rStyle w:val="Hyperlink"/>
          <w:rFonts w:ascii="Times New Roman" w:hAnsi="Times New Roman" w:cs="Times New Roman"/>
        </w:rPr>
        <w:t>www.muhu.ee</w:t>
      </w:r>
    </w:hyperlink>
    <w:r w:rsidR="00F656FF" w:rsidRPr="00A5621E">
      <w:rPr>
        <w:rFonts w:ascii="Times New Roman" w:hAnsi="Times New Roman" w:cs="Times New Roman"/>
      </w:rPr>
      <w:t xml:space="preserve">       </w:t>
    </w:r>
    <w:r w:rsidR="00F656FF" w:rsidRPr="00A5621E">
      <w:rPr>
        <w:rFonts w:ascii="Times New Roman" w:hAnsi="Times New Roman" w:cs="Times New Roman"/>
      </w:rPr>
      <w:br/>
      <w:t>Reg kood 75018710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18C1F" w14:textId="77777777" w:rsidR="0064275B" w:rsidRDefault="0064275B" w:rsidP="006205AA">
      <w:pPr>
        <w:spacing w:after="0" w:line="240" w:lineRule="auto"/>
      </w:pPr>
      <w:r>
        <w:separator/>
      </w:r>
    </w:p>
  </w:footnote>
  <w:footnote w:type="continuationSeparator" w:id="0">
    <w:p w14:paraId="19E7001D" w14:textId="77777777" w:rsidR="0064275B" w:rsidRDefault="0064275B" w:rsidP="006205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F457CB5"/>
    <w:multiLevelType w:val="hybridMultilevel"/>
    <w:tmpl w:val="EBF6E0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32933BA"/>
    <w:multiLevelType w:val="hybridMultilevel"/>
    <w:tmpl w:val="477E445E"/>
    <w:lvl w:ilvl="0" w:tplc="9BBE59F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38" w:hanging="360"/>
      </w:pPr>
    </w:lvl>
    <w:lvl w:ilvl="2" w:tplc="0425001B" w:tentative="1">
      <w:start w:val="1"/>
      <w:numFmt w:val="lowerRoman"/>
      <w:lvlText w:val="%3."/>
      <w:lvlJc w:val="right"/>
      <w:pPr>
        <w:ind w:left="1658" w:hanging="180"/>
      </w:pPr>
    </w:lvl>
    <w:lvl w:ilvl="3" w:tplc="0425000F" w:tentative="1">
      <w:start w:val="1"/>
      <w:numFmt w:val="decimal"/>
      <w:lvlText w:val="%4."/>
      <w:lvlJc w:val="left"/>
      <w:pPr>
        <w:ind w:left="2378" w:hanging="360"/>
      </w:pPr>
    </w:lvl>
    <w:lvl w:ilvl="4" w:tplc="04250019" w:tentative="1">
      <w:start w:val="1"/>
      <w:numFmt w:val="lowerLetter"/>
      <w:lvlText w:val="%5."/>
      <w:lvlJc w:val="left"/>
      <w:pPr>
        <w:ind w:left="3098" w:hanging="360"/>
      </w:pPr>
    </w:lvl>
    <w:lvl w:ilvl="5" w:tplc="0425001B" w:tentative="1">
      <w:start w:val="1"/>
      <w:numFmt w:val="lowerRoman"/>
      <w:lvlText w:val="%6."/>
      <w:lvlJc w:val="right"/>
      <w:pPr>
        <w:ind w:left="3818" w:hanging="180"/>
      </w:pPr>
    </w:lvl>
    <w:lvl w:ilvl="6" w:tplc="0425000F" w:tentative="1">
      <w:start w:val="1"/>
      <w:numFmt w:val="decimal"/>
      <w:lvlText w:val="%7."/>
      <w:lvlJc w:val="left"/>
      <w:pPr>
        <w:ind w:left="4538" w:hanging="360"/>
      </w:pPr>
    </w:lvl>
    <w:lvl w:ilvl="7" w:tplc="04250019" w:tentative="1">
      <w:start w:val="1"/>
      <w:numFmt w:val="lowerLetter"/>
      <w:lvlText w:val="%8."/>
      <w:lvlJc w:val="left"/>
      <w:pPr>
        <w:ind w:left="5258" w:hanging="360"/>
      </w:pPr>
    </w:lvl>
    <w:lvl w:ilvl="8" w:tplc="042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534B1F8F"/>
    <w:multiLevelType w:val="hybridMultilevel"/>
    <w:tmpl w:val="DA849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E1A6D"/>
    <w:multiLevelType w:val="hybridMultilevel"/>
    <w:tmpl w:val="111CAB50"/>
    <w:lvl w:ilvl="0" w:tplc="5090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0503C"/>
    <w:multiLevelType w:val="hybridMultilevel"/>
    <w:tmpl w:val="A7F050D4"/>
    <w:lvl w:ilvl="0" w:tplc="AA724E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6397561">
    <w:abstractNumId w:val="0"/>
  </w:num>
  <w:num w:numId="2" w16cid:durableId="1185749163">
    <w:abstractNumId w:val="4"/>
  </w:num>
  <w:num w:numId="3" w16cid:durableId="1347632676">
    <w:abstractNumId w:val="1"/>
  </w:num>
  <w:num w:numId="4" w16cid:durableId="1489129584">
    <w:abstractNumId w:val="5"/>
  </w:num>
  <w:num w:numId="5" w16cid:durableId="193075699">
    <w:abstractNumId w:val="2"/>
  </w:num>
  <w:num w:numId="6" w16cid:durableId="391389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023"/>
    <w:rsid w:val="000141D9"/>
    <w:rsid w:val="0001443E"/>
    <w:rsid w:val="00015529"/>
    <w:rsid w:val="00041322"/>
    <w:rsid w:val="0004239E"/>
    <w:rsid w:val="0005538F"/>
    <w:rsid w:val="00064064"/>
    <w:rsid w:val="00077C54"/>
    <w:rsid w:val="00083201"/>
    <w:rsid w:val="000A1BDC"/>
    <w:rsid w:val="000B1AA5"/>
    <w:rsid w:val="000B4182"/>
    <w:rsid w:val="000C4516"/>
    <w:rsid w:val="000C791F"/>
    <w:rsid w:val="000D1097"/>
    <w:rsid w:val="000D1CBD"/>
    <w:rsid w:val="000E450D"/>
    <w:rsid w:val="000F4FD7"/>
    <w:rsid w:val="00102B0B"/>
    <w:rsid w:val="00102E34"/>
    <w:rsid w:val="0011316E"/>
    <w:rsid w:val="001151BB"/>
    <w:rsid w:val="00115EDB"/>
    <w:rsid w:val="00122944"/>
    <w:rsid w:val="001302B7"/>
    <w:rsid w:val="001318D4"/>
    <w:rsid w:val="00134D84"/>
    <w:rsid w:val="00146362"/>
    <w:rsid w:val="00150577"/>
    <w:rsid w:val="00161300"/>
    <w:rsid w:val="0016496E"/>
    <w:rsid w:val="00181250"/>
    <w:rsid w:val="00181F2C"/>
    <w:rsid w:val="001822B9"/>
    <w:rsid w:val="001871EE"/>
    <w:rsid w:val="0019173D"/>
    <w:rsid w:val="00192052"/>
    <w:rsid w:val="00193D63"/>
    <w:rsid w:val="001A0C6B"/>
    <w:rsid w:val="001A6E91"/>
    <w:rsid w:val="001B2DBD"/>
    <w:rsid w:val="001C0BF7"/>
    <w:rsid w:val="001C114C"/>
    <w:rsid w:val="001D636C"/>
    <w:rsid w:val="001E3E98"/>
    <w:rsid w:val="001F0927"/>
    <w:rsid w:val="00203283"/>
    <w:rsid w:val="00205D97"/>
    <w:rsid w:val="0020630B"/>
    <w:rsid w:val="002108BF"/>
    <w:rsid w:val="00215F70"/>
    <w:rsid w:val="00231E9B"/>
    <w:rsid w:val="0024164C"/>
    <w:rsid w:val="00244D50"/>
    <w:rsid w:val="00245743"/>
    <w:rsid w:val="00246F3F"/>
    <w:rsid w:val="00253CF3"/>
    <w:rsid w:val="00257487"/>
    <w:rsid w:val="002666EA"/>
    <w:rsid w:val="00270258"/>
    <w:rsid w:val="0029682B"/>
    <w:rsid w:val="002A0296"/>
    <w:rsid w:val="002A510B"/>
    <w:rsid w:val="002C4974"/>
    <w:rsid w:val="002C652D"/>
    <w:rsid w:val="002C65D9"/>
    <w:rsid w:val="002D03DE"/>
    <w:rsid w:val="002E00F7"/>
    <w:rsid w:val="002E5476"/>
    <w:rsid w:val="002E6756"/>
    <w:rsid w:val="002F0269"/>
    <w:rsid w:val="002F7F78"/>
    <w:rsid w:val="003148AF"/>
    <w:rsid w:val="00323F3E"/>
    <w:rsid w:val="003312D4"/>
    <w:rsid w:val="003352F8"/>
    <w:rsid w:val="003450CC"/>
    <w:rsid w:val="00346BE8"/>
    <w:rsid w:val="0035284E"/>
    <w:rsid w:val="003570AD"/>
    <w:rsid w:val="00372D42"/>
    <w:rsid w:val="00374A9D"/>
    <w:rsid w:val="003900DB"/>
    <w:rsid w:val="003953BF"/>
    <w:rsid w:val="003B1C50"/>
    <w:rsid w:val="003B3A98"/>
    <w:rsid w:val="003C6001"/>
    <w:rsid w:val="003D22F7"/>
    <w:rsid w:val="003D7DDC"/>
    <w:rsid w:val="003E4208"/>
    <w:rsid w:val="00401D8B"/>
    <w:rsid w:val="00411D63"/>
    <w:rsid w:val="00414000"/>
    <w:rsid w:val="0041438D"/>
    <w:rsid w:val="004244C2"/>
    <w:rsid w:val="00430E76"/>
    <w:rsid w:val="0045524E"/>
    <w:rsid w:val="00455EAB"/>
    <w:rsid w:val="00464E51"/>
    <w:rsid w:val="00470C67"/>
    <w:rsid w:val="00476E85"/>
    <w:rsid w:val="0048373F"/>
    <w:rsid w:val="00485E86"/>
    <w:rsid w:val="00487E61"/>
    <w:rsid w:val="004911D7"/>
    <w:rsid w:val="004956D2"/>
    <w:rsid w:val="004D51B3"/>
    <w:rsid w:val="004E4537"/>
    <w:rsid w:val="004E5DF9"/>
    <w:rsid w:val="00504384"/>
    <w:rsid w:val="00504E5B"/>
    <w:rsid w:val="00507FDB"/>
    <w:rsid w:val="00517889"/>
    <w:rsid w:val="00517C4D"/>
    <w:rsid w:val="00520B51"/>
    <w:rsid w:val="005211C8"/>
    <w:rsid w:val="005543C9"/>
    <w:rsid w:val="00561AFA"/>
    <w:rsid w:val="00564F0E"/>
    <w:rsid w:val="00565E45"/>
    <w:rsid w:val="0056748D"/>
    <w:rsid w:val="00592FAD"/>
    <w:rsid w:val="005A6DE9"/>
    <w:rsid w:val="005B7B19"/>
    <w:rsid w:val="005C295E"/>
    <w:rsid w:val="005C71A4"/>
    <w:rsid w:val="005D08FB"/>
    <w:rsid w:val="005D427D"/>
    <w:rsid w:val="005D6DBE"/>
    <w:rsid w:val="005E073A"/>
    <w:rsid w:val="005E4D5B"/>
    <w:rsid w:val="005E4EA9"/>
    <w:rsid w:val="0060247F"/>
    <w:rsid w:val="00605074"/>
    <w:rsid w:val="006205AA"/>
    <w:rsid w:val="00621270"/>
    <w:rsid w:val="00626FC2"/>
    <w:rsid w:val="0064275B"/>
    <w:rsid w:val="006479FE"/>
    <w:rsid w:val="00657FB8"/>
    <w:rsid w:val="00661E42"/>
    <w:rsid w:val="006642AA"/>
    <w:rsid w:val="006645B9"/>
    <w:rsid w:val="00673D04"/>
    <w:rsid w:val="00681835"/>
    <w:rsid w:val="0069400F"/>
    <w:rsid w:val="006A6B47"/>
    <w:rsid w:val="006B0944"/>
    <w:rsid w:val="006C3CA5"/>
    <w:rsid w:val="006C7064"/>
    <w:rsid w:val="006C7C1F"/>
    <w:rsid w:val="006D0279"/>
    <w:rsid w:val="006D40F6"/>
    <w:rsid w:val="006E0F05"/>
    <w:rsid w:val="006E181D"/>
    <w:rsid w:val="006F3934"/>
    <w:rsid w:val="00714A07"/>
    <w:rsid w:val="007160D5"/>
    <w:rsid w:val="007316ED"/>
    <w:rsid w:val="00737EA0"/>
    <w:rsid w:val="00761B75"/>
    <w:rsid w:val="00762F9D"/>
    <w:rsid w:val="0076483C"/>
    <w:rsid w:val="00765989"/>
    <w:rsid w:val="00770023"/>
    <w:rsid w:val="00773695"/>
    <w:rsid w:val="00787DAD"/>
    <w:rsid w:val="007A787C"/>
    <w:rsid w:val="007B491F"/>
    <w:rsid w:val="007D4D33"/>
    <w:rsid w:val="007D75AF"/>
    <w:rsid w:val="007E1BFB"/>
    <w:rsid w:val="00805D9D"/>
    <w:rsid w:val="008151D5"/>
    <w:rsid w:val="0082282E"/>
    <w:rsid w:val="00843D34"/>
    <w:rsid w:val="00850721"/>
    <w:rsid w:val="00857849"/>
    <w:rsid w:val="0087628D"/>
    <w:rsid w:val="008779B1"/>
    <w:rsid w:val="0088016B"/>
    <w:rsid w:val="00882082"/>
    <w:rsid w:val="00886DA4"/>
    <w:rsid w:val="008A0B72"/>
    <w:rsid w:val="008A2028"/>
    <w:rsid w:val="008A4C5B"/>
    <w:rsid w:val="008B4630"/>
    <w:rsid w:val="008B6349"/>
    <w:rsid w:val="008C568D"/>
    <w:rsid w:val="008E335B"/>
    <w:rsid w:val="008E79DD"/>
    <w:rsid w:val="008F1F2C"/>
    <w:rsid w:val="00905A34"/>
    <w:rsid w:val="00905B25"/>
    <w:rsid w:val="00915C35"/>
    <w:rsid w:val="00917B1E"/>
    <w:rsid w:val="00924AE6"/>
    <w:rsid w:val="009363E5"/>
    <w:rsid w:val="00941F84"/>
    <w:rsid w:val="009420F3"/>
    <w:rsid w:val="0094678B"/>
    <w:rsid w:val="00951012"/>
    <w:rsid w:val="00952302"/>
    <w:rsid w:val="00954A21"/>
    <w:rsid w:val="00964558"/>
    <w:rsid w:val="00967D8D"/>
    <w:rsid w:val="00984D4D"/>
    <w:rsid w:val="0099210B"/>
    <w:rsid w:val="009931AE"/>
    <w:rsid w:val="009A54F1"/>
    <w:rsid w:val="009B22AA"/>
    <w:rsid w:val="009B6105"/>
    <w:rsid w:val="009C0BC8"/>
    <w:rsid w:val="009C72B9"/>
    <w:rsid w:val="009D5976"/>
    <w:rsid w:val="009E0A40"/>
    <w:rsid w:val="009E274F"/>
    <w:rsid w:val="009F001D"/>
    <w:rsid w:val="009F1C25"/>
    <w:rsid w:val="009F7137"/>
    <w:rsid w:val="00A06FE8"/>
    <w:rsid w:val="00A14926"/>
    <w:rsid w:val="00A25F90"/>
    <w:rsid w:val="00A309C3"/>
    <w:rsid w:val="00A3382E"/>
    <w:rsid w:val="00A35573"/>
    <w:rsid w:val="00A355AF"/>
    <w:rsid w:val="00A51409"/>
    <w:rsid w:val="00A5621E"/>
    <w:rsid w:val="00A565A6"/>
    <w:rsid w:val="00A57E23"/>
    <w:rsid w:val="00A60320"/>
    <w:rsid w:val="00A62936"/>
    <w:rsid w:val="00A64497"/>
    <w:rsid w:val="00A65EC3"/>
    <w:rsid w:val="00A97990"/>
    <w:rsid w:val="00AA6A6D"/>
    <w:rsid w:val="00AA7D3C"/>
    <w:rsid w:val="00AB041C"/>
    <w:rsid w:val="00AB13A0"/>
    <w:rsid w:val="00AC42A8"/>
    <w:rsid w:val="00AD745B"/>
    <w:rsid w:val="00AD7A08"/>
    <w:rsid w:val="00AF5E63"/>
    <w:rsid w:val="00B01826"/>
    <w:rsid w:val="00B1048C"/>
    <w:rsid w:val="00B35650"/>
    <w:rsid w:val="00B4347A"/>
    <w:rsid w:val="00B456F9"/>
    <w:rsid w:val="00B4697B"/>
    <w:rsid w:val="00B470A7"/>
    <w:rsid w:val="00B53E98"/>
    <w:rsid w:val="00B63F82"/>
    <w:rsid w:val="00B87C87"/>
    <w:rsid w:val="00B87D53"/>
    <w:rsid w:val="00B938B7"/>
    <w:rsid w:val="00BA3185"/>
    <w:rsid w:val="00BB061B"/>
    <w:rsid w:val="00BB158D"/>
    <w:rsid w:val="00BB75F3"/>
    <w:rsid w:val="00BB7FEE"/>
    <w:rsid w:val="00BC4077"/>
    <w:rsid w:val="00BC5C02"/>
    <w:rsid w:val="00BD668E"/>
    <w:rsid w:val="00BE1BFB"/>
    <w:rsid w:val="00BF2C9A"/>
    <w:rsid w:val="00BF5946"/>
    <w:rsid w:val="00C06E0E"/>
    <w:rsid w:val="00C11FE2"/>
    <w:rsid w:val="00C17693"/>
    <w:rsid w:val="00C223A3"/>
    <w:rsid w:val="00C253B3"/>
    <w:rsid w:val="00C52726"/>
    <w:rsid w:val="00C53FAF"/>
    <w:rsid w:val="00C568FC"/>
    <w:rsid w:val="00C620EC"/>
    <w:rsid w:val="00C714E2"/>
    <w:rsid w:val="00C76200"/>
    <w:rsid w:val="00C80A4F"/>
    <w:rsid w:val="00C82060"/>
    <w:rsid w:val="00C82982"/>
    <w:rsid w:val="00C91FB6"/>
    <w:rsid w:val="00CA38CE"/>
    <w:rsid w:val="00CA3E30"/>
    <w:rsid w:val="00CA4EF9"/>
    <w:rsid w:val="00CB3E31"/>
    <w:rsid w:val="00CC0508"/>
    <w:rsid w:val="00CC0EF4"/>
    <w:rsid w:val="00CD0C55"/>
    <w:rsid w:val="00CD2A2C"/>
    <w:rsid w:val="00CF1B1B"/>
    <w:rsid w:val="00CF3DB5"/>
    <w:rsid w:val="00CF721D"/>
    <w:rsid w:val="00D1209F"/>
    <w:rsid w:val="00D261A7"/>
    <w:rsid w:val="00D42F07"/>
    <w:rsid w:val="00D43433"/>
    <w:rsid w:val="00D51B32"/>
    <w:rsid w:val="00D6445E"/>
    <w:rsid w:val="00D768C6"/>
    <w:rsid w:val="00D77E06"/>
    <w:rsid w:val="00D8551F"/>
    <w:rsid w:val="00DC33FC"/>
    <w:rsid w:val="00DC3D02"/>
    <w:rsid w:val="00DD629C"/>
    <w:rsid w:val="00DE00D6"/>
    <w:rsid w:val="00DE1898"/>
    <w:rsid w:val="00DE1C17"/>
    <w:rsid w:val="00DE2560"/>
    <w:rsid w:val="00E005AC"/>
    <w:rsid w:val="00E011FC"/>
    <w:rsid w:val="00E10809"/>
    <w:rsid w:val="00E13709"/>
    <w:rsid w:val="00E3143B"/>
    <w:rsid w:val="00E56590"/>
    <w:rsid w:val="00E653F4"/>
    <w:rsid w:val="00E74635"/>
    <w:rsid w:val="00E80D3E"/>
    <w:rsid w:val="00E81C18"/>
    <w:rsid w:val="00E97BF2"/>
    <w:rsid w:val="00E97C15"/>
    <w:rsid w:val="00EB5EEE"/>
    <w:rsid w:val="00EB6134"/>
    <w:rsid w:val="00EC40F5"/>
    <w:rsid w:val="00ED24DA"/>
    <w:rsid w:val="00ED42FE"/>
    <w:rsid w:val="00ED64C0"/>
    <w:rsid w:val="00EE36A5"/>
    <w:rsid w:val="00EF4F16"/>
    <w:rsid w:val="00EF63D2"/>
    <w:rsid w:val="00F03530"/>
    <w:rsid w:val="00F15CDE"/>
    <w:rsid w:val="00F22ACB"/>
    <w:rsid w:val="00F2733C"/>
    <w:rsid w:val="00F351A9"/>
    <w:rsid w:val="00F373BA"/>
    <w:rsid w:val="00F433A7"/>
    <w:rsid w:val="00F457B8"/>
    <w:rsid w:val="00F46298"/>
    <w:rsid w:val="00F50B9E"/>
    <w:rsid w:val="00F51524"/>
    <w:rsid w:val="00F52D9D"/>
    <w:rsid w:val="00F61BE4"/>
    <w:rsid w:val="00F656FF"/>
    <w:rsid w:val="00F83F74"/>
    <w:rsid w:val="00F8443A"/>
    <w:rsid w:val="00F8678F"/>
    <w:rsid w:val="00F9655A"/>
    <w:rsid w:val="00F9778D"/>
    <w:rsid w:val="00FC160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CC8F9"/>
  <w15:docId w15:val="{120FDE21-B61A-4BC2-86F7-EC81F8AED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2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5AA"/>
  </w:style>
  <w:style w:type="paragraph" w:styleId="Footer">
    <w:name w:val="footer"/>
    <w:basedOn w:val="Normal"/>
    <w:link w:val="FooterChar"/>
    <w:uiPriority w:val="99"/>
    <w:unhideWhenUsed/>
    <w:rsid w:val="0062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5AA"/>
  </w:style>
  <w:style w:type="character" w:styleId="Hyperlink">
    <w:name w:val="Hyperlink"/>
    <w:basedOn w:val="DefaultParagraphFont"/>
    <w:uiPriority w:val="99"/>
    <w:unhideWhenUsed/>
    <w:rsid w:val="00F373B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7DDC"/>
    <w:pPr>
      <w:ind w:left="720"/>
      <w:contextualSpacing/>
    </w:pPr>
  </w:style>
  <w:style w:type="paragraph" w:styleId="NoSpacing">
    <w:name w:val="No Spacing"/>
    <w:uiPriority w:val="1"/>
    <w:qFormat/>
    <w:rsid w:val="00681835"/>
    <w:pPr>
      <w:spacing w:after="0" w:line="240" w:lineRule="auto"/>
    </w:pPr>
    <w:rPr>
      <w:rFonts w:eastAsiaTheme="minorHAns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64E51"/>
    <w:pPr>
      <w:spacing w:before="24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yhik">
    <w:name w:val="tyhik"/>
    <w:basedOn w:val="DefaultParagraphFont"/>
    <w:rsid w:val="00464E51"/>
  </w:style>
  <w:style w:type="paragraph" w:customStyle="1" w:styleId="Snum">
    <w:name w:val="Sõnum"/>
    <w:autoRedefine/>
    <w:qFormat/>
    <w:rsid w:val="0035284E"/>
    <w:pPr>
      <w:spacing w:after="0" w:line="240" w:lineRule="auto"/>
      <w:ind w:left="-90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styleId="UnresolvedMention">
    <w:name w:val="Unresolved Mention"/>
    <w:basedOn w:val="DefaultParagraphFont"/>
    <w:uiPriority w:val="99"/>
    <w:semiHidden/>
    <w:unhideWhenUsed/>
    <w:rsid w:val="003570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8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2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81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transpordiamet.e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a-amet\Documents\Custom%20Office%20Templates\Blankett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7B1EC-BB04-4263-84FA-1C0F07C19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Blankett.dotx</Template>
  <TotalTime>2</TotalTime>
  <Pages>1</Pages>
  <Words>192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Maa-amet</dc:creator>
  <cp:lastModifiedBy>Pille Tamm</cp:lastModifiedBy>
  <cp:revision>2</cp:revision>
  <cp:lastPrinted>2015-01-29T12:49:00Z</cp:lastPrinted>
  <dcterms:created xsi:type="dcterms:W3CDTF">2023-10-13T13:33:00Z</dcterms:created>
  <dcterms:modified xsi:type="dcterms:W3CDTF">2023-10-13T13:33:00Z</dcterms:modified>
</cp:coreProperties>
</file>